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hint="eastAsia"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长城小标宋体" w:eastAsia="长城小标宋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目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ascii="长城小标宋体" w:eastAsia="长城小标宋体"/>
          <w:b/>
          <w:sz w:val="44"/>
          <w:szCs w:val="4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、行政许可类……………………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ascii="宋体" w:hAnsi="宋体"/>
          <w:b/>
          <w:sz w:val="28"/>
          <w:szCs w:val="28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、行政处罚类……………………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、行政强制类……………………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征收类</w:t>
      </w:r>
      <w:r>
        <w:rPr>
          <w:rFonts w:hint="eastAsia" w:ascii="宋体" w:hAnsi="宋体"/>
          <w:b/>
          <w:sz w:val="28"/>
          <w:szCs w:val="28"/>
        </w:rPr>
        <w:t>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给付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检查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确认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裁决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、其他类……………………</w:t>
      </w:r>
      <w:r>
        <w:rPr>
          <w:rFonts w:hint="eastAsia" w:ascii="黑体" w:eastAsia="黑体"/>
          <w:sz w:val="28"/>
          <w:szCs w:val="28"/>
        </w:rPr>
        <w:t>…………………………………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91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70" w:leftChars="266" w:hanging="11" w:hangingChars="4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140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="宋体"/>
          <w:b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204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小标宋体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yODdiOTc5ZjFlODRkMDhkMTU0NDZmNmY1OWVmMjYifQ=="/>
  </w:docVars>
  <w:rsids>
    <w:rsidRoot w:val="009814FA"/>
    <w:rsid w:val="00025D25"/>
    <w:rsid w:val="000571D5"/>
    <w:rsid w:val="00073438"/>
    <w:rsid w:val="000A0B1A"/>
    <w:rsid w:val="0014273F"/>
    <w:rsid w:val="001F5849"/>
    <w:rsid w:val="00211BF7"/>
    <w:rsid w:val="002429EA"/>
    <w:rsid w:val="00244818"/>
    <w:rsid w:val="00255BAE"/>
    <w:rsid w:val="002A3A28"/>
    <w:rsid w:val="0030523C"/>
    <w:rsid w:val="003B1FEC"/>
    <w:rsid w:val="003F6091"/>
    <w:rsid w:val="00462AC9"/>
    <w:rsid w:val="004A022F"/>
    <w:rsid w:val="004D1F90"/>
    <w:rsid w:val="00525F5A"/>
    <w:rsid w:val="00527113"/>
    <w:rsid w:val="005605D4"/>
    <w:rsid w:val="005E7A37"/>
    <w:rsid w:val="00695316"/>
    <w:rsid w:val="006F301B"/>
    <w:rsid w:val="00706519"/>
    <w:rsid w:val="0072025F"/>
    <w:rsid w:val="00741633"/>
    <w:rsid w:val="007747FA"/>
    <w:rsid w:val="007813F5"/>
    <w:rsid w:val="007830ED"/>
    <w:rsid w:val="0079265F"/>
    <w:rsid w:val="007B01A3"/>
    <w:rsid w:val="007E1C3E"/>
    <w:rsid w:val="008B72BE"/>
    <w:rsid w:val="008C5B0F"/>
    <w:rsid w:val="008E499B"/>
    <w:rsid w:val="008E516A"/>
    <w:rsid w:val="00946EBF"/>
    <w:rsid w:val="009814FA"/>
    <w:rsid w:val="009E1874"/>
    <w:rsid w:val="00AA614A"/>
    <w:rsid w:val="00AD4F48"/>
    <w:rsid w:val="00B14083"/>
    <w:rsid w:val="00B84FF5"/>
    <w:rsid w:val="00BB4456"/>
    <w:rsid w:val="00BF3FCB"/>
    <w:rsid w:val="00C04754"/>
    <w:rsid w:val="00C34BA0"/>
    <w:rsid w:val="00CC78AF"/>
    <w:rsid w:val="00CF67A4"/>
    <w:rsid w:val="00D3670F"/>
    <w:rsid w:val="00DF3DFA"/>
    <w:rsid w:val="00E37C19"/>
    <w:rsid w:val="00E75471"/>
    <w:rsid w:val="00EA2D60"/>
    <w:rsid w:val="00EE27DF"/>
    <w:rsid w:val="00EF4B33"/>
    <w:rsid w:val="00F00771"/>
    <w:rsid w:val="00F95B6C"/>
    <w:rsid w:val="06872C1E"/>
    <w:rsid w:val="095F20B2"/>
    <w:rsid w:val="09F83665"/>
    <w:rsid w:val="157B08F2"/>
    <w:rsid w:val="26837E79"/>
    <w:rsid w:val="2D570570"/>
    <w:rsid w:val="3454069E"/>
    <w:rsid w:val="374A4EF6"/>
    <w:rsid w:val="40883942"/>
    <w:rsid w:val="50582930"/>
    <w:rsid w:val="77EB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2</Pages>
  <Words>1011</Words>
  <Characters>1046</Characters>
  <Lines>0</Lines>
  <Paragraphs>0</Paragraphs>
  <TotalTime>15</TotalTime>
  <ScaleCrop>false</ScaleCrop>
  <LinksUpToDate>false</LinksUpToDate>
  <CharactersWithSpaces>1047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2015-10-30T14:31:00Z</dcterms:created>
  <dc:creator>User</dc:creator>
  <cp:lastModifiedBy>关籼纸</cp:lastModifiedBy>
  <cp:lastPrinted>2022-09-01T02:54:36Z</cp:lastPrinted>
  <dcterms:modified xsi:type="dcterms:W3CDTF">2022-09-01T03:07:04Z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BB933F5A27E34CFE85D2F45419366F4B</vt:lpwstr>
  </property>
</Properties>
</file>