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ascii="宋体" w:hAnsi="宋体"/>
          <w:b/>
          <w:sz w:val="28"/>
          <w:szCs w:val="28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裁决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91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214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ODdiOTc5ZjFlODRkMDhkMTU0NDZmNmY1OWVmMjY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95F20B2"/>
    <w:rsid w:val="09F83665"/>
    <w:rsid w:val="157B08F2"/>
    <w:rsid w:val="2D570570"/>
    <w:rsid w:val="3454069E"/>
    <w:rsid w:val="374A4EF6"/>
    <w:rsid w:val="37FE4BF3"/>
    <w:rsid w:val="40883942"/>
    <w:rsid w:val="50582930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1011</Words>
  <Characters>1046</Characters>
  <Lines>0</Lines>
  <Paragraphs>0</Paragraphs>
  <TotalTime>7</TotalTime>
  <ScaleCrop>false</ScaleCrop>
  <LinksUpToDate>false</LinksUpToDate>
  <CharactersWithSpaces>1047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2022-08-31T13:45:08Z</cp:lastPrinted>
  <dcterms:modified xsi:type="dcterms:W3CDTF">2022-08-31T13:47:28Z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BB933F5A27E34CFE85D2F45419366F4B</vt:lpwstr>
  </property>
</Properties>
</file>